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67" w:rsidRDefault="00670767" w:rsidP="009932E2">
      <w:pPr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2" o:spid="_x0000_s1026" type="#_x0000_t75" alt="http://www.tobb.org.tr/tobbhakkinda/logob.jpg" style="position:absolute;left:0;text-align:left;margin-left:183.4pt;margin-top:-19.75pt;width:77.25pt;height:77.25pt;z-index:251658240;visibility:visible">
            <v:imagedata r:id="rId4" r:href="rId5"/>
          </v:shape>
        </w:pict>
      </w:r>
    </w:p>
    <w:p w:rsidR="00670767" w:rsidRDefault="00670767" w:rsidP="009932E2">
      <w:pPr>
        <w:jc w:val="center"/>
        <w:rPr>
          <w:b/>
          <w:bCs/>
          <w:sz w:val="32"/>
          <w:szCs w:val="32"/>
        </w:rPr>
      </w:pPr>
    </w:p>
    <w:p w:rsidR="00670767" w:rsidRDefault="00670767" w:rsidP="009932E2">
      <w:pPr>
        <w:jc w:val="center"/>
        <w:rPr>
          <w:b/>
          <w:bCs/>
          <w:sz w:val="32"/>
          <w:szCs w:val="32"/>
        </w:rPr>
      </w:pPr>
    </w:p>
    <w:p w:rsidR="00670767" w:rsidRDefault="00670767" w:rsidP="009932E2">
      <w:pPr>
        <w:jc w:val="center"/>
        <w:rPr>
          <w:b/>
          <w:bCs/>
          <w:sz w:val="32"/>
          <w:szCs w:val="32"/>
        </w:rPr>
      </w:pPr>
    </w:p>
    <w:p w:rsidR="00670767" w:rsidRPr="00C25F1B" w:rsidRDefault="00670767" w:rsidP="009932E2">
      <w:pPr>
        <w:jc w:val="center"/>
        <w:rPr>
          <w:b/>
          <w:bCs/>
          <w:sz w:val="32"/>
          <w:szCs w:val="32"/>
        </w:rPr>
      </w:pPr>
      <w:r w:rsidRPr="00C25F1B">
        <w:rPr>
          <w:b/>
          <w:bCs/>
          <w:sz w:val="32"/>
          <w:szCs w:val="32"/>
        </w:rPr>
        <w:t>Türkiye-Almanya İstisna Akdi Anlaşması Toplantısı</w:t>
      </w:r>
    </w:p>
    <w:p w:rsidR="00670767" w:rsidRPr="00C25F1B" w:rsidRDefault="00670767" w:rsidP="009932E2">
      <w:pPr>
        <w:jc w:val="center"/>
        <w:rPr>
          <w:b/>
          <w:bCs/>
        </w:rPr>
      </w:pPr>
      <w:r w:rsidRPr="00C25F1B">
        <w:rPr>
          <w:b/>
          <w:bCs/>
        </w:rPr>
        <w:t>13 Kasım 2014</w:t>
      </w:r>
    </w:p>
    <w:p w:rsidR="00670767" w:rsidRPr="00C25F1B" w:rsidRDefault="00670767" w:rsidP="009932E2">
      <w:pPr>
        <w:jc w:val="center"/>
        <w:rPr>
          <w:b/>
          <w:bCs/>
        </w:rPr>
      </w:pPr>
      <w:r w:rsidRPr="00C25F1B">
        <w:rPr>
          <w:b/>
          <w:bCs/>
        </w:rPr>
        <w:t>TOBB İkiz Kuleler</w:t>
      </w:r>
    </w:p>
    <w:p w:rsidR="00670767" w:rsidRDefault="00670767" w:rsidP="009932E2">
      <w:pPr>
        <w:jc w:val="both"/>
      </w:pPr>
    </w:p>
    <w:p w:rsidR="00670767" w:rsidRDefault="00670767" w:rsidP="009932E2">
      <w:pPr>
        <w:jc w:val="both"/>
      </w:pPr>
    </w:p>
    <w:p w:rsidR="00670767" w:rsidRPr="00C25F1B" w:rsidRDefault="00670767" w:rsidP="009932E2">
      <w:pPr>
        <w:jc w:val="both"/>
        <w:rPr>
          <w:i/>
          <w:iCs/>
          <w:u w:val="single"/>
        </w:rPr>
      </w:pPr>
      <w:r w:rsidRPr="00C25F1B">
        <w:rPr>
          <w:i/>
          <w:iCs/>
          <w:u w:val="single"/>
        </w:rPr>
        <w:t xml:space="preserve">Adres: </w:t>
      </w:r>
    </w:p>
    <w:p w:rsidR="00670767" w:rsidRPr="00C25F1B" w:rsidRDefault="00670767" w:rsidP="009932E2">
      <w:pPr>
        <w:jc w:val="both"/>
        <w:rPr>
          <w:i/>
          <w:iCs/>
        </w:rPr>
      </w:pPr>
      <w:r w:rsidRPr="00C25F1B">
        <w:rPr>
          <w:i/>
          <w:iCs/>
        </w:rPr>
        <w:t xml:space="preserve">TOBB İkiz Kuleler Sosyal Tesisler 3. Kat </w:t>
      </w:r>
    </w:p>
    <w:p w:rsidR="00670767" w:rsidRPr="00C25F1B" w:rsidRDefault="00670767" w:rsidP="009932E2">
      <w:pPr>
        <w:jc w:val="both"/>
        <w:rPr>
          <w:i/>
          <w:iCs/>
        </w:rPr>
      </w:pPr>
      <w:r w:rsidRPr="00C25F1B">
        <w:rPr>
          <w:i/>
          <w:iCs/>
        </w:rPr>
        <w:t xml:space="preserve">Dumlupınar Bulvarı No: 252 (Eskişehir Yolu 9. Km) </w:t>
      </w:r>
    </w:p>
    <w:p w:rsidR="00670767" w:rsidRPr="00C25F1B" w:rsidRDefault="00670767" w:rsidP="009932E2">
      <w:pPr>
        <w:jc w:val="both"/>
        <w:rPr>
          <w:i/>
          <w:iCs/>
        </w:rPr>
      </w:pPr>
      <w:r w:rsidRPr="00C25F1B">
        <w:rPr>
          <w:i/>
          <w:iCs/>
        </w:rPr>
        <w:t>Çankaya/Ankara</w:t>
      </w:r>
    </w:p>
    <w:p w:rsidR="00670767" w:rsidRDefault="00670767" w:rsidP="009932E2">
      <w:pPr>
        <w:jc w:val="both"/>
      </w:pPr>
    </w:p>
    <w:p w:rsidR="00670767" w:rsidRDefault="00670767" w:rsidP="009932E2">
      <w:pPr>
        <w:jc w:val="both"/>
      </w:pPr>
    </w:p>
    <w:p w:rsidR="00670767" w:rsidRPr="00C25F1B" w:rsidRDefault="00670767" w:rsidP="009932E2">
      <w:pPr>
        <w:jc w:val="center"/>
        <w:rPr>
          <w:b/>
          <w:bCs/>
        </w:rPr>
      </w:pPr>
      <w:r w:rsidRPr="00C25F1B">
        <w:rPr>
          <w:b/>
          <w:bCs/>
        </w:rPr>
        <w:t>Taslak Program</w:t>
      </w:r>
    </w:p>
    <w:p w:rsidR="00670767" w:rsidRDefault="00670767" w:rsidP="009932E2">
      <w:pPr>
        <w:jc w:val="center"/>
      </w:pPr>
    </w:p>
    <w:p w:rsidR="00670767" w:rsidRDefault="00670767" w:rsidP="009932E2">
      <w:pPr>
        <w:jc w:val="both"/>
      </w:pPr>
    </w:p>
    <w:p w:rsidR="00670767" w:rsidRDefault="00670767" w:rsidP="009932E2">
      <w:pPr>
        <w:jc w:val="both"/>
      </w:pPr>
      <w:r>
        <w:t>09.00 – 09.30</w:t>
      </w:r>
      <w:r>
        <w:tab/>
      </w:r>
      <w:r>
        <w:tab/>
        <w:t>Kayıt</w:t>
      </w:r>
    </w:p>
    <w:p w:rsidR="00670767" w:rsidRDefault="00670767" w:rsidP="009932E2">
      <w:pPr>
        <w:jc w:val="both"/>
      </w:pPr>
    </w:p>
    <w:p w:rsidR="00670767" w:rsidRDefault="00670767" w:rsidP="009932E2">
      <w:pPr>
        <w:jc w:val="both"/>
      </w:pPr>
      <w:r>
        <w:t>09.30 – 10.00</w:t>
      </w:r>
      <w:r>
        <w:tab/>
      </w:r>
      <w:r>
        <w:tab/>
        <w:t>Açılış Konuşmaları</w:t>
      </w:r>
    </w:p>
    <w:p w:rsidR="00670767" w:rsidRDefault="00670767" w:rsidP="009932E2">
      <w:pPr>
        <w:jc w:val="both"/>
      </w:pPr>
      <w:r>
        <w:tab/>
      </w:r>
      <w:r>
        <w:tab/>
      </w:r>
      <w:r>
        <w:tab/>
      </w:r>
    </w:p>
    <w:p w:rsidR="00670767" w:rsidRDefault="00670767" w:rsidP="009932E2">
      <w:pPr>
        <w:ind w:left="1416" w:firstLine="708"/>
        <w:jc w:val="both"/>
      </w:pPr>
      <w:r>
        <w:t>TOBB Temsilcisi</w:t>
      </w:r>
    </w:p>
    <w:p w:rsidR="00670767" w:rsidRPr="00C25F1B" w:rsidRDefault="00670767" w:rsidP="009932E2">
      <w:pPr>
        <w:jc w:val="both"/>
        <w:rPr>
          <w:b/>
          <w:bCs/>
        </w:rPr>
      </w:pPr>
      <w:r>
        <w:tab/>
      </w:r>
      <w:r>
        <w:tab/>
      </w:r>
      <w:r>
        <w:tab/>
      </w:r>
      <w:r w:rsidRPr="00C25F1B">
        <w:rPr>
          <w:b/>
          <w:bCs/>
        </w:rPr>
        <w:t xml:space="preserve">Edmun LUDIGS </w:t>
      </w:r>
    </w:p>
    <w:p w:rsidR="00670767" w:rsidRDefault="00670767" w:rsidP="009932E2">
      <w:pPr>
        <w:ind w:left="1416" w:firstLine="708"/>
        <w:jc w:val="both"/>
      </w:pPr>
      <w:r>
        <w:t>Federal İş Ajansı İstisna Akdi Bölüm Başkanı</w:t>
      </w:r>
    </w:p>
    <w:p w:rsidR="00670767" w:rsidRDefault="00670767" w:rsidP="009932E2">
      <w:pPr>
        <w:jc w:val="both"/>
      </w:pPr>
    </w:p>
    <w:p w:rsidR="00670767" w:rsidRDefault="00670767" w:rsidP="009932E2">
      <w:pPr>
        <w:jc w:val="both"/>
      </w:pPr>
      <w:r>
        <w:t>10.00 – 10.15</w:t>
      </w:r>
      <w:r>
        <w:tab/>
      </w:r>
      <w:r>
        <w:tab/>
        <w:t>Türk İşverenlere İstisna Akdi Anlaşması’nın Almanya’da Sağladığı Fırsatlar</w:t>
      </w:r>
    </w:p>
    <w:p w:rsidR="00670767" w:rsidRPr="00C25F1B" w:rsidRDefault="00670767" w:rsidP="009932E2">
      <w:pPr>
        <w:jc w:val="both"/>
        <w:rPr>
          <w:b/>
          <w:bCs/>
        </w:rPr>
      </w:pPr>
      <w:r>
        <w:tab/>
      </w:r>
      <w:r>
        <w:tab/>
      </w:r>
      <w:r>
        <w:tab/>
      </w:r>
      <w:r w:rsidRPr="00C25F1B">
        <w:rPr>
          <w:b/>
          <w:bCs/>
        </w:rPr>
        <w:t>A. Nazif GARİBAĞAOĞLU</w:t>
      </w:r>
    </w:p>
    <w:p w:rsidR="00670767" w:rsidRDefault="00670767" w:rsidP="009932E2">
      <w:pPr>
        <w:ind w:left="1416" w:firstLine="708"/>
        <w:jc w:val="both"/>
      </w:pPr>
      <w:r>
        <w:t>Berlin Büyükelçiliği Çalışma ve Sosyal Güvenlik Müşaviri</w:t>
      </w:r>
    </w:p>
    <w:p w:rsidR="00670767" w:rsidRDefault="00670767" w:rsidP="009932E2">
      <w:pPr>
        <w:jc w:val="both"/>
      </w:pPr>
    </w:p>
    <w:p w:rsidR="00670767" w:rsidRDefault="00670767" w:rsidP="009932E2">
      <w:pPr>
        <w:ind w:left="2124" w:hanging="2124"/>
        <w:jc w:val="both"/>
      </w:pPr>
      <w:r>
        <w:t>10.15 – 11.15</w:t>
      </w:r>
      <w:r>
        <w:tab/>
        <w:t>İstisna Akdi Anlaşmasının Uygulaması – Türk İşçilerin Almanya’ya Gönderilmesi</w:t>
      </w:r>
    </w:p>
    <w:p w:rsidR="00670767" w:rsidRPr="00C25F1B" w:rsidRDefault="00670767" w:rsidP="009932E2">
      <w:pPr>
        <w:ind w:left="2124" w:hanging="2124"/>
        <w:jc w:val="both"/>
        <w:rPr>
          <w:b/>
          <w:bCs/>
        </w:rPr>
      </w:pPr>
      <w:r>
        <w:tab/>
      </w:r>
      <w:r w:rsidRPr="00C25F1B">
        <w:rPr>
          <w:b/>
          <w:bCs/>
        </w:rPr>
        <w:t>Hans</w:t>
      </w:r>
      <w:r>
        <w:rPr>
          <w:b/>
          <w:bCs/>
        </w:rPr>
        <w:t>-</w:t>
      </w:r>
      <w:r w:rsidRPr="00C25F1B">
        <w:rPr>
          <w:b/>
          <w:bCs/>
        </w:rPr>
        <w:t>Peter SAX / Mesut KUL</w:t>
      </w:r>
    </w:p>
    <w:p w:rsidR="00670767" w:rsidRDefault="00670767" w:rsidP="009932E2">
      <w:pPr>
        <w:ind w:left="2124" w:hanging="2124"/>
        <w:jc w:val="both"/>
      </w:pPr>
      <w:r>
        <w:tab/>
        <w:t>Türkiye Almanya İstisna Akdi Bölüm Şefi</w:t>
      </w:r>
    </w:p>
    <w:p w:rsidR="00670767" w:rsidRDefault="00670767" w:rsidP="009932E2">
      <w:pPr>
        <w:ind w:left="2124" w:hanging="2124"/>
        <w:jc w:val="both"/>
      </w:pPr>
    </w:p>
    <w:p w:rsidR="00670767" w:rsidRDefault="00670767" w:rsidP="009932E2">
      <w:pPr>
        <w:ind w:left="2124" w:hanging="2124"/>
        <w:jc w:val="both"/>
      </w:pPr>
      <w:r>
        <w:t>11.15 – 12.45</w:t>
      </w:r>
      <w:r>
        <w:tab/>
        <w:t>Soru- Cevap</w:t>
      </w:r>
    </w:p>
    <w:p w:rsidR="00670767" w:rsidRDefault="00670767" w:rsidP="009932E2">
      <w:pPr>
        <w:ind w:left="2124" w:hanging="2124"/>
        <w:jc w:val="both"/>
      </w:pPr>
    </w:p>
    <w:p w:rsidR="00670767" w:rsidRDefault="00670767" w:rsidP="009932E2">
      <w:pPr>
        <w:ind w:left="2124" w:hanging="2124"/>
        <w:jc w:val="both"/>
      </w:pPr>
      <w:r>
        <w:t>12.45 – 14.00</w:t>
      </w:r>
      <w:r>
        <w:tab/>
        <w:t>Kokteyl</w:t>
      </w:r>
    </w:p>
    <w:p w:rsidR="00670767" w:rsidRDefault="00670767" w:rsidP="009932E2">
      <w:pPr>
        <w:ind w:left="2124" w:hanging="2124"/>
        <w:jc w:val="both"/>
      </w:pPr>
    </w:p>
    <w:p w:rsidR="00670767" w:rsidRDefault="00670767" w:rsidP="009932E2">
      <w:pPr>
        <w:ind w:left="2124" w:hanging="2124"/>
        <w:jc w:val="both"/>
      </w:pPr>
    </w:p>
    <w:p w:rsidR="00670767" w:rsidRDefault="00670767" w:rsidP="009932E2">
      <w:pPr>
        <w:ind w:left="2124" w:hanging="2124"/>
      </w:pPr>
    </w:p>
    <w:p w:rsidR="00670767" w:rsidRPr="00C25F1B" w:rsidRDefault="00670767" w:rsidP="009932E2">
      <w:pPr>
        <w:ind w:firstLine="3"/>
        <w:jc w:val="both"/>
        <w:rPr>
          <w:i/>
          <w:iCs/>
        </w:rPr>
      </w:pPr>
      <w:r>
        <w:rPr>
          <w:i/>
          <w:iCs/>
        </w:rPr>
        <w:t>LCV:</w:t>
      </w:r>
      <w:r w:rsidRPr="009932E2">
        <w:rPr>
          <w:i/>
          <w:iCs/>
        </w:rPr>
        <w:t xml:space="preserve"> </w:t>
      </w:r>
      <w:hyperlink r:id="rId6" w:history="1">
        <w:r w:rsidRPr="00CB3330">
          <w:rPr>
            <w:rStyle w:val="Hyperlink"/>
            <w:i/>
            <w:iCs/>
          </w:rPr>
          <w:t>duygu.delikanli@tobb.org.tr</w:t>
        </w:r>
      </w:hyperlink>
      <w:r>
        <w:rPr>
          <w:i/>
          <w:iCs/>
        </w:rPr>
        <w:t xml:space="preserve"> </w:t>
      </w:r>
    </w:p>
    <w:p w:rsidR="00670767" w:rsidRDefault="00670767"/>
    <w:p w:rsidR="00670767" w:rsidRDefault="00670767"/>
    <w:p w:rsidR="00670767" w:rsidRDefault="00670767"/>
    <w:p w:rsidR="00670767" w:rsidRDefault="00670767"/>
    <w:p w:rsidR="00670767" w:rsidRDefault="00670767"/>
    <w:sectPr w:rsidR="00670767" w:rsidSect="00185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32E2"/>
    <w:rsid w:val="0018569A"/>
    <w:rsid w:val="003C7E36"/>
    <w:rsid w:val="00670767"/>
    <w:rsid w:val="007D56BF"/>
    <w:rsid w:val="008F5837"/>
    <w:rsid w:val="009932E2"/>
    <w:rsid w:val="00A32B53"/>
    <w:rsid w:val="00C25F1B"/>
    <w:rsid w:val="00CB3330"/>
    <w:rsid w:val="00D9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2E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93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uygu.delikanli@tobb.org.tr" TargetMode="External"/><Relationship Id="rId5" Type="http://schemas.openxmlformats.org/officeDocument/2006/relationships/image" Target="http://www.tobb.org.tr/tobbhakkinda/logob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110</Words>
  <Characters>729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tobb</dc:creator>
  <cp:keywords/>
  <dc:description/>
  <cp:lastModifiedBy>fundaa</cp:lastModifiedBy>
  <cp:revision>2</cp:revision>
  <dcterms:created xsi:type="dcterms:W3CDTF">2014-11-10T12:47:00Z</dcterms:created>
  <dcterms:modified xsi:type="dcterms:W3CDTF">2014-11-10T12:47:00Z</dcterms:modified>
</cp:coreProperties>
</file>